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69" w:rsidRDefault="00213471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E69" w:rsidRDefault="007D3E69">
      <w:pPr>
        <w:rPr>
          <w:sz w:val="2"/>
        </w:rPr>
        <w:sectPr w:rsidR="007D3E6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E151AF" w:rsidRDefault="00931DBF" w:rsidP="006B72C2">
      <w:pPr>
        <w:pStyle w:val="Heading4"/>
        <w:spacing w:before="0" w:after="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lastRenderedPageBreak/>
        <w:t>KOMMUNIKATSIOONI</w:t>
      </w:r>
      <w:r w:rsidR="006B0EB6" w:rsidRPr="006B72C2">
        <w:rPr>
          <w:rFonts w:ascii="Times New Roman" w:hAnsi="Times New Roman"/>
          <w:noProof/>
        </w:rPr>
        <w:t xml:space="preserve">OSAKONNA </w:t>
      </w:r>
    </w:p>
    <w:p w:rsidR="00D65220" w:rsidRPr="006B72C2" w:rsidRDefault="00D65220" w:rsidP="006B72C2">
      <w:pPr>
        <w:pStyle w:val="Heading4"/>
        <w:spacing w:before="0" w:after="0"/>
        <w:rPr>
          <w:rFonts w:ascii="Times New Roman" w:hAnsi="Times New Roman"/>
          <w:noProof/>
        </w:rPr>
      </w:pPr>
      <w:r w:rsidRPr="006B72C2">
        <w:rPr>
          <w:rFonts w:ascii="Times New Roman" w:hAnsi="Times New Roman"/>
          <w:noProof/>
        </w:rPr>
        <w:t>JUHATAJA</w:t>
      </w:r>
      <w:r w:rsidR="006B72C2" w:rsidRPr="006B72C2">
        <w:rPr>
          <w:rFonts w:ascii="Times New Roman" w:hAnsi="Times New Roman"/>
          <w:noProof/>
        </w:rPr>
        <w:t xml:space="preserve"> </w:t>
      </w:r>
      <w:r w:rsidRPr="006B72C2">
        <w:rPr>
          <w:rFonts w:ascii="Times New Roman" w:hAnsi="Times New Roman"/>
          <w:noProof/>
        </w:rPr>
        <w:t>KÄSKKIRI</w:t>
      </w:r>
    </w:p>
    <w:p w:rsidR="00D65220" w:rsidRPr="0042707B" w:rsidRDefault="00D65220" w:rsidP="00D65220">
      <w:pPr>
        <w:rPr>
          <w:noProof/>
          <w:sz w:val="16"/>
          <w:szCs w:val="16"/>
        </w:rPr>
      </w:pPr>
    </w:p>
    <w:p w:rsidR="00D65220" w:rsidRDefault="00D65220" w:rsidP="00D65220">
      <w:pPr>
        <w:tabs>
          <w:tab w:val="left" w:pos="5216"/>
        </w:tabs>
        <w:rPr>
          <w:noProof/>
        </w:rPr>
      </w:pPr>
      <w:r>
        <w:rPr>
          <w:noProof/>
        </w:rPr>
        <w:t xml:space="preserve">                                                          </w:t>
      </w:r>
      <w:r w:rsidR="004854A2">
        <w:rPr>
          <w:noProof/>
        </w:rPr>
        <w:t xml:space="preserve">                          </w:t>
      </w:r>
      <w:r w:rsidR="00931DBF">
        <w:rPr>
          <w:noProof/>
        </w:rPr>
        <w:tab/>
      </w:r>
      <w:r w:rsidR="00931DBF">
        <w:rPr>
          <w:noProof/>
        </w:rPr>
        <w:tab/>
      </w:r>
      <w:r w:rsidR="00931DBF">
        <w:rPr>
          <w:noProof/>
        </w:rPr>
        <w:tab/>
        <w:t xml:space="preserve">kuupäev vastavalt digitaalallkirja </w:t>
      </w:r>
      <w:r w:rsidR="00931DBF">
        <w:rPr>
          <w:noProof/>
        </w:rPr>
        <w:tab/>
      </w:r>
      <w:r w:rsidR="00931DBF">
        <w:rPr>
          <w:noProof/>
        </w:rPr>
        <w:tab/>
      </w:r>
      <w:r w:rsidR="00931DBF">
        <w:rPr>
          <w:noProof/>
        </w:rPr>
        <w:tab/>
      </w:r>
      <w:r w:rsidR="00931DBF">
        <w:rPr>
          <w:noProof/>
        </w:rPr>
        <w:tab/>
        <w:t>kuupäevale</w:t>
      </w:r>
      <w:r w:rsidR="00F34434">
        <w:rPr>
          <w:noProof/>
        </w:rPr>
        <w:t xml:space="preserve"> </w:t>
      </w:r>
      <w:r>
        <w:rPr>
          <w:noProof/>
        </w:rPr>
        <w:t xml:space="preserve">nr </w:t>
      </w:r>
      <w:r w:rsidR="004854A2">
        <w:rPr>
          <w:noProof/>
        </w:rPr>
        <w:t>2-2</w:t>
      </w:r>
      <w:r>
        <w:rPr>
          <w:noProof/>
        </w:rPr>
        <w:t>/</w:t>
      </w:r>
      <w:r w:rsidR="00FE1FA4">
        <w:rPr>
          <w:noProof/>
        </w:rPr>
        <w:t>43</w:t>
      </w:r>
      <w:bookmarkStart w:id="0" w:name="_GoBack"/>
      <w:bookmarkEnd w:id="0"/>
    </w:p>
    <w:p w:rsidR="00D65220" w:rsidRPr="0042707B" w:rsidRDefault="00D65220">
      <w:pPr>
        <w:rPr>
          <w:sz w:val="16"/>
          <w:szCs w:val="16"/>
        </w:rPr>
      </w:pPr>
    </w:p>
    <w:p w:rsidR="00C1708A" w:rsidRPr="00C1708A" w:rsidRDefault="00C1708A" w:rsidP="00C1708A">
      <w:pPr>
        <w:jc w:val="both"/>
        <w:rPr>
          <w:b/>
          <w:noProof/>
        </w:rPr>
      </w:pPr>
      <w:r w:rsidRPr="00C1708A">
        <w:rPr>
          <w:b/>
          <w:noProof/>
        </w:rPr>
        <w:t>Isikliku sõiduauto töösõitudeks</w:t>
      </w:r>
    </w:p>
    <w:p w:rsidR="00806F91" w:rsidRPr="006B72C2" w:rsidRDefault="00C1708A" w:rsidP="0074481B">
      <w:pPr>
        <w:jc w:val="both"/>
        <w:rPr>
          <w:b/>
          <w:noProof/>
        </w:rPr>
      </w:pPr>
      <w:r w:rsidRPr="00C1708A">
        <w:rPr>
          <w:b/>
          <w:noProof/>
        </w:rPr>
        <w:t>kasutamise kulude hüvitamine</w:t>
      </w:r>
    </w:p>
    <w:p w:rsidR="00806F91" w:rsidRPr="0042707B" w:rsidRDefault="00806F91" w:rsidP="0074481B">
      <w:pPr>
        <w:jc w:val="both"/>
        <w:rPr>
          <w:noProof/>
          <w:sz w:val="16"/>
          <w:szCs w:val="16"/>
        </w:rPr>
      </w:pPr>
    </w:p>
    <w:p w:rsidR="0074481B" w:rsidRPr="00BC3698" w:rsidRDefault="00931DBF" w:rsidP="00E05C7A">
      <w:pPr>
        <w:pStyle w:val="Heading1"/>
        <w:rPr>
          <w:b w:val="0"/>
        </w:rPr>
      </w:pPr>
      <w:r>
        <w:rPr>
          <w:b w:val="0"/>
        </w:rPr>
        <w:t>Vastavalt</w:t>
      </w:r>
      <w:r w:rsidR="00E05C7A" w:rsidRPr="00E05C7A">
        <w:rPr>
          <w:b w:val="0"/>
        </w:rPr>
        <w:t xml:space="preserve"> RMK juhatuse 28. </w:t>
      </w:r>
      <w:r w:rsidR="004854A2">
        <w:rPr>
          <w:b w:val="0"/>
        </w:rPr>
        <w:t>j</w:t>
      </w:r>
      <w:r w:rsidR="00E05C7A" w:rsidRPr="00E05C7A">
        <w:rPr>
          <w:b w:val="0"/>
        </w:rPr>
        <w:t>uuni</w:t>
      </w:r>
      <w:r w:rsidR="004854A2">
        <w:rPr>
          <w:b w:val="0"/>
        </w:rPr>
        <w:t xml:space="preserve"> </w:t>
      </w:r>
      <w:r w:rsidR="00E05C7A" w:rsidRPr="00E05C7A">
        <w:rPr>
          <w:b w:val="0"/>
        </w:rPr>
        <w:t>2016. a otsuse nr 1-32/54 „Riigimetsa Majandamise Keskuse töösõitude korraldamise</w:t>
      </w:r>
      <w:r w:rsidR="004854A2">
        <w:rPr>
          <w:b w:val="0"/>
        </w:rPr>
        <w:t xml:space="preserve"> </w:t>
      </w:r>
      <w:r w:rsidR="00E05C7A" w:rsidRPr="00E05C7A">
        <w:rPr>
          <w:b w:val="0"/>
        </w:rPr>
        <w:t>põhimõtted“ lisa</w:t>
      </w:r>
      <w:r w:rsidR="004854A2">
        <w:rPr>
          <w:b w:val="0"/>
        </w:rPr>
        <w:t>st</w:t>
      </w:r>
      <w:r w:rsidR="00E05C7A" w:rsidRPr="00E05C7A">
        <w:rPr>
          <w:b w:val="0"/>
        </w:rPr>
        <w:t xml:space="preserve"> </w:t>
      </w:r>
      <w:r w:rsidR="004854A2">
        <w:rPr>
          <w:b w:val="0"/>
        </w:rPr>
        <w:t>4</w:t>
      </w:r>
      <w:r w:rsidR="00E05C7A" w:rsidRPr="00E05C7A">
        <w:rPr>
          <w:b w:val="0"/>
        </w:rPr>
        <w:t xml:space="preserve"> „Isikliku sõiduki töösõitudeks kasutamise üle arvestuse pidamise kord“:</w:t>
      </w:r>
    </w:p>
    <w:p w:rsidR="0074481B" w:rsidRPr="0042707B" w:rsidRDefault="0074481B" w:rsidP="0074481B">
      <w:pPr>
        <w:jc w:val="both"/>
        <w:rPr>
          <w:sz w:val="16"/>
          <w:szCs w:val="16"/>
        </w:rPr>
      </w:pPr>
    </w:p>
    <w:p w:rsidR="00E05C7A" w:rsidRDefault="00931DBF" w:rsidP="00E05C7A">
      <w:r>
        <w:t>m</w:t>
      </w:r>
      <w:r w:rsidR="00E05C7A">
        <w:t xml:space="preserve"> ä ä r a n ajav</w:t>
      </w:r>
      <w:r w:rsidR="00E151AF">
        <w:t xml:space="preserve">ahemikul 01.07.-31.12.2016 </w:t>
      </w:r>
      <w:r>
        <w:t>kommunikatsiooniosakonna</w:t>
      </w:r>
      <w:r w:rsidR="00E05C7A">
        <w:t xml:space="preserve"> töötajatele</w:t>
      </w:r>
    </w:p>
    <w:p w:rsidR="00E05C7A" w:rsidRDefault="00E05C7A" w:rsidP="00E05C7A">
      <w:r>
        <w:t>isiklike sõiduautode töösõitudeks kasutamise kulude hüvitise iga tööülesannete täitmisel</w:t>
      </w:r>
    </w:p>
    <w:p w:rsidR="00806F91" w:rsidRDefault="00E05C7A" w:rsidP="00E05C7A">
      <w:r>
        <w:t>sõidetud kilomeetri kohta järgmiselt:</w:t>
      </w:r>
    </w:p>
    <w:p w:rsidR="00806F91" w:rsidRDefault="00806F91" w:rsidP="0074481B"/>
    <w:p w:rsidR="00806F91" w:rsidRPr="0042707B" w:rsidRDefault="00806F91" w:rsidP="0074481B">
      <w:pPr>
        <w:rPr>
          <w:sz w:val="16"/>
          <w:szCs w:val="16"/>
        </w:rPr>
        <w:sectPr w:rsidR="00806F91" w:rsidRPr="0042707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64"/>
        <w:gridCol w:w="1805"/>
      </w:tblGrid>
      <w:tr w:rsidR="00C1708A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8A" w:rsidRDefault="00C170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Nimi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8A" w:rsidRDefault="00C170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Hüvitise suurus </w:t>
            </w:r>
          </w:p>
        </w:tc>
      </w:tr>
      <w:tr w:rsidR="003232ED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Pr="00FE40F3" w:rsidRDefault="005B54E8" w:rsidP="00636FBF">
            <w:r>
              <w:t>Marina Poltavtseva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Default="00CB150B" w:rsidP="00931D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0,25 </w:t>
            </w:r>
            <w:proofErr w:type="spellStart"/>
            <w:r>
              <w:rPr>
                <w:sz w:val="23"/>
                <w:szCs w:val="23"/>
              </w:rPr>
              <w:t>eurot/km</w:t>
            </w:r>
            <w:proofErr w:type="spellEnd"/>
          </w:p>
        </w:tc>
      </w:tr>
      <w:tr w:rsidR="003232ED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E8" w:rsidRPr="00FE40F3" w:rsidRDefault="005B54E8" w:rsidP="00636FBF">
            <w:r>
              <w:t>Helen Luks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Default="00CB1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0,25 </w:t>
            </w:r>
            <w:proofErr w:type="spellStart"/>
            <w:r>
              <w:rPr>
                <w:sz w:val="23"/>
                <w:szCs w:val="23"/>
              </w:rPr>
              <w:t>eurot/km</w:t>
            </w:r>
            <w:proofErr w:type="spellEnd"/>
          </w:p>
        </w:tc>
      </w:tr>
      <w:tr w:rsidR="003232ED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Pr="00FE40F3" w:rsidRDefault="005B54E8" w:rsidP="00636FBF">
            <w:r>
              <w:t>Annemarie Rammo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Default="00CB1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0,25 </w:t>
            </w:r>
            <w:proofErr w:type="spellStart"/>
            <w:r>
              <w:rPr>
                <w:sz w:val="23"/>
                <w:szCs w:val="23"/>
              </w:rPr>
              <w:t>eurot/km</w:t>
            </w:r>
            <w:proofErr w:type="spellEnd"/>
          </w:p>
        </w:tc>
      </w:tr>
      <w:tr w:rsidR="003232ED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Pr="00FE40F3" w:rsidRDefault="00CB150B" w:rsidP="00636FBF">
            <w:r>
              <w:t>Liina Karrofeldt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2ED" w:rsidRDefault="00CB150B" w:rsidP="00931D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0,25 </w:t>
            </w:r>
            <w:proofErr w:type="spellStart"/>
            <w:r>
              <w:rPr>
                <w:sz w:val="23"/>
                <w:szCs w:val="23"/>
              </w:rPr>
              <w:t>eurot/km</w:t>
            </w:r>
            <w:proofErr w:type="spellEnd"/>
          </w:p>
        </w:tc>
      </w:tr>
      <w:tr w:rsidR="00CB150B" w:rsidTr="003232ED">
        <w:trPr>
          <w:trHeight w:val="1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0B" w:rsidRDefault="00CB150B" w:rsidP="00636FBF">
            <w:r>
              <w:t>Kaidi Jõesalu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0B" w:rsidRDefault="00CB150B" w:rsidP="00931D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0,25 </w:t>
            </w:r>
            <w:proofErr w:type="spellStart"/>
            <w:r>
              <w:rPr>
                <w:sz w:val="23"/>
                <w:szCs w:val="23"/>
              </w:rPr>
              <w:t>eurot/km</w:t>
            </w:r>
            <w:proofErr w:type="spellEnd"/>
          </w:p>
        </w:tc>
      </w:tr>
    </w:tbl>
    <w:p w:rsidR="0074481B" w:rsidRPr="0042707B" w:rsidRDefault="0074481B" w:rsidP="0074481B">
      <w:pPr>
        <w:rPr>
          <w:sz w:val="16"/>
          <w:szCs w:val="16"/>
        </w:rPr>
      </w:pPr>
    </w:p>
    <w:p w:rsidR="008739C5" w:rsidRDefault="008739C5" w:rsidP="004854A2">
      <w:pPr>
        <w:rPr>
          <w:sz w:val="16"/>
          <w:szCs w:val="16"/>
        </w:rPr>
      </w:pPr>
    </w:p>
    <w:p w:rsidR="0042707B" w:rsidRPr="006B72C2" w:rsidRDefault="0042707B" w:rsidP="004854A2">
      <w:pPr>
        <w:rPr>
          <w:sz w:val="16"/>
          <w:szCs w:val="16"/>
        </w:rPr>
      </w:pPr>
    </w:p>
    <w:p w:rsidR="008739C5" w:rsidRPr="006B72C2" w:rsidRDefault="008739C5" w:rsidP="004854A2">
      <w:pPr>
        <w:rPr>
          <w:sz w:val="16"/>
          <w:szCs w:val="16"/>
        </w:rPr>
      </w:pPr>
    </w:p>
    <w:p w:rsidR="0074481B" w:rsidRDefault="0074481B" w:rsidP="004854A2"/>
    <w:p w:rsidR="0074481B" w:rsidRPr="006B72C2" w:rsidRDefault="0074481B" w:rsidP="0074481B">
      <w:pPr>
        <w:rPr>
          <w:sz w:val="16"/>
          <w:szCs w:val="16"/>
        </w:rPr>
      </w:pPr>
    </w:p>
    <w:p w:rsidR="00931DBF" w:rsidRDefault="00931DBF" w:rsidP="004854A2">
      <w:r>
        <w:t>(allkirjastatud digitaalselt)</w:t>
      </w:r>
    </w:p>
    <w:p w:rsidR="00931DBF" w:rsidRDefault="00931DBF" w:rsidP="004854A2"/>
    <w:p w:rsidR="004854A2" w:rsidRDefault="00931DBF" w:rsidP="004854A2">
      <w:r>
        <w:t>Mari-Liis Kitter</w:t>
      </w:r>
      <w:r w:rsidR="004854A2">
        <w:t xml:space="preserve"> </w:t>
      </w:r>
    </w:p>
    <w:p w:rsidR="004854A2" w:rsidRDefault="00931DBF" w:rsidP="004854A2">
      <w:r>
        <w:t>Kommunikatsiooniosakonna</w:t>
      </w:r>
      <w:r w:rsidR="004854A2">
        <w:t xml:space="preserve"> juhataja </w:t>
      </w:r>
    </w:p>
    <w:p w:rsidR="006B72C2" w:rsidRPr="0042707B" w:rsidRDefault="006B72C2" w:rsidP="004854A2">
      <w:pPr>
        <w:rPr>
          <w:sz w:val="16"/>
          <w:szCs w:val="16"/>
        </w:rPr>
      </w:pPr>
    </w:p>
    <w:p w:rsidR="00931DBF" w:rsidRDefault="00931DBF" w:rsidP="0042707B"/>
    <w:p w:rsidR="00931DBF" w:rsidRDefault="00931DBF" w:rsidP="0042707B"/>
    <w:p w:rsidR="00931DBF" w:rsidRDefault="00931DBF" w:rsidP="0042707B"/>
    <w:p w:rsidR="00D65220" w:rsidRDefault="004854A2" w:rsidP="0042707B">
      <w:pPr>
        <w:rPr>
          <w:noProof/>
        </w:rPr>
      </w:pPr>
      <w:r>
        <w:t>Jaotuskava: finantsosakond, käskkirjas nimetatud töötajad</w:t>
      </w:r>
    </w:p>
    <w:sectPr w:rsidR="00D6522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E5" w:rsidRDefault="00F778E5">
      <w:r>
        <w:separator/>
      </w:r>
    </w:p>
  </w:endnote>
  <w:endnote w:type="continuationSeparator" w:id="0">
    <w:p w:rsidR="00F778E5" w:rsidRDefault="00F7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E5" w:rsidRDefault="00F778E5">
      <w:r>
        <w:separator/>
      </w:r>
    </w:p>
  </w:footnote>
  <w:footnote w:type="continuationSeparator" w:id="0">
    <w:p w:rsidR="00F778E5" w:rsidRDefault="00F77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42707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69" w:rsidRDefault="007D3E6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3219F4"/>
    <w:multiLevelType w:val="hybridMultilevel"/>
    <w:tmpl w:val="5AA8448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>
    <w:nsid w:val="6DBF012F"/>
    <w:multiLevelType w:val="hybridMultilevel"/>
    <w:tmpl w:val="5B121D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20"/>
    <w:rsid w:val="000E166F"/>
    <w:rsid w:val="00140D46"/>
    <w:rsid w:val="00141B52"/>
    <w:rsid w:val="00143CCA"/>
    <w:rsid w:val="00213471"/>
    <w:rsid w:val="00235516"/>
    <w:rsid w:val="00280E78"/>
    <w:rsid w:val="002A7CB1"/>
    <w:rsid w:val="003232ED"/>
    <w:rsid w:val="003E23AF"/>
    <w:rsid w:val="003E49C6"/>
    <w:rsid w:val="003F01CA"/>
    <w:rsid w:val="003F5724"/>
    <w:rsid w:val="0042707B"/>
    <w:rsid w:val="004854A2"/>
    <w:rsid w:val="004D71AC"/>
    <w:rsid w:val="005B54E8"/>
    <w:rsid w:val="00673E14"/>
    <w:rsid w:val="006B0EB6"/>
    <w:rsid w:val="006B72C2"/>
    <w:rsid w:val="00716768"/>
    <w:rsid w:val="0074481B"/>
    <w:rsid w:val="00764710"/>
    <w:rsid w:val="00793D7D"/>
    <w:rsid w:val="007D3E69"/>
    <w:rsid w:val="00806F91"/>
    <w:rsid w:val="00836A30"/>
    <w:rsid w:val="008739C5"/>
    <w:rsid w:val="008F74F7"/>
    <w:rsid w:val="00931DBF"/>
    <w:rsid w:val="0096285B"/>
    <w:rsid w:val="009936D5"/>
    <w:rsid w:val="009B4F21"/>
    <w:rsid w:val="009E63FD"/>
    <w:rsid w:val="00A116CF"/>
    <w:rsid w:val="00A46E5B"/>
    <w:rsid w:val="00AE3E60"/>
    <w:rsid w:val="00B748C6"/>
    <w:rsid w:val="00B91CA8"/>
    <w:rsid w:val="00BC3698"/>
    <w:rsid w:val="00BC620F"/>
    <w:rsid w:val="00C1708A"/>
    <w:rsid w:val="00C237E7"/>
    <w:rsid w:val="00C2481D"/>
    <w:rsid w:val="00C83BD5"/>
    <w:rsid w:val="00CB150B"/>
    <w:rsid w:val="00D2755D"/>
    <w:rsid w:val="00D40A71"/>
    <w:rsid w:val="00D65220"/>
    <w:rsid w:val="00D8743E"/>
    <w:rsid w:val="00DB6CB9"/>
    <w:rsid w:val="00E01403"/>
    <w:rsid w:val="00E05C7A"/>
    <w:rsid w:val="00E151AF"/>
    <w:rsid w:val="00E16C7F"/>
    <w:rsid w:val="00E9673C"/>
    <w:rsid w:val="00F06D89"/>
    <w:rsid w:val="00F34434"/>
    <w:rsid w:val="00F3688E"/>
    <w:rsid w:val="00F778E5"/>
    <w:rsid w:val="00F81BC8"/>
    <w:rsid w:val="00FE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52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character" w:customStyle="1" w:styleId="Heading4Char">
    <w:name w:val="Heading 4 Char"/>
    <w:link w:val="Heading4"/>
    <w:uiPriority w:val="9"/>
    <w:semiHidden/>
    <w:rsid w:val="00D65220"/>
    <w:rPr>
      <w:rFonts w:ascii="Calibri" w:eastAsia="Times New Roman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220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2">
    <w:name w:val="Body Text 2"/>
    <w:basedOn w:val="Normal"/>
    <w:link w:val="BodyText2Char"/>
    <w:rsid w:val="00141B52"/>
    <w:pPr>
      <w:jc w:val="both"/>
    </w:pPr>
    <w:rPr>
      <w:spacing w:val="0"/>
      <w:position w:val="0"/>
      <w:szCs w:val="24"/>
    </w:rPr>
  </w:style>
  <w:style w:type="character" w:customStyle="1" w:styleId="BodyText2Char">
    <w:name w:val="Body Text 2 Char"/>
    <w:link w:val="BodyText2"/>
    <w:rsid w:val="00141B52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141B52"/>
    <w:rPr>
      <w:b/>
      <w:spacing w:val="2"/>
      <w:kern w:val="28"/>
      <w:position w:val="6"/>
      <w:sz w:val="24"/>
      <w:lang w:eastAsia="en-US"/>
    </w:rPr>
  </w:style>
  <w:style w:type="paragraph" w:styleId="DocumentMap">
    <w:name w:val="Document Map"/>
    <w:basedOn w:val="Normal"/>
    <w:link w:val="DocumentMapChar"/>
    <w:rsid w:val="0074481B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rsid w:val="0074481B"/>
    <w:rPr>
      <w:rFonts w:ascii="Tahoma" w:hAnsi="Tahoma" w:cs="Tahoma"/>
      <w:spacing w:val="2"/>
      <w:position w:val="6"/>
      <w:shd w:val="clear" w:color="auto" w:fill="000080"/>
      <w:lang w:eastAsia="en-US"/>
    </w:rPr>
  </w:style>
  <w:style w:type="paragraph" w:customStyle="1" w:styleId="Default">
    <w:name w:val="Default"/>
    <w:rsid w:val="00C1708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C170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52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character" w:customStyle="1" w:styleId="Heading4Char">
    <w:name w:val="Heading 4 Char"/>
    <w:link w:val="Heading4"/>
    <w:uiPriority w:val="9"/>
    <w:semiHidden/>
    <w:rsid w:val="00D65220"/>
    <w:rPr>
      <w:rFonts w:ascii="Calibri" w:eastAsia="Times New Roman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220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2">
    <w:name w:val="Body Text 2"/>
    <w:basedOn w:val="Normal"/>
    <w:link w:val="BodyText2Char"/>
    <w:rsid w:val="00141B52"/>
    <w:pPr>
      <w:jc w:val="both"/>
    </w:pPr>
    <w:rPr>
      <w:spacing w:val="0"/>
      <w:position w:val="0"/>
      <w:szCs w:val="24"/>
    </w:rPr>
  </w:style>
  <w:style w:type="character" w:customStyle="1" w:styleId="BodyText2Char">
    <w:name w:val="Body Text 2 Char"/>
    <w:link w:val="BodyText2"/>
    <w:rsid w:val="00141B52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141B52"/>
    <w:rPr>
      <w:b/>
      <w:spacing w:val="2"/>
      <w:kern w:val="28"/>
      <w:position w:val="6"/>
      <w:sz w:val="24"/>
      <w:lang w:eastAsia="en-US"/>
    </w:rPr>
  </w:style>
  <w:style w:type="paragraph" w:styleId="DocumentMap">
    <w:name w:val="Document Map"/>
    <w:basedOn w:val="Normal"/>
    <w:link w:val="DocumentMapChar"/>
    <w:rsid w:val="0074481B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rsid w:val="0074481B"/>
    <w:rPr>
      <w:rFonts w:ascii="Tahoma" w:hAnsi="Tahoma" w:cs="Tahoma"/>
      <w:spacing w:val="2"/>
      <w:position w:val="6"/>
      <w:shd w:val="clear" w:color="auto" w:fill="000080"/>
      <w:lang w:eastAsia="en-US"/>
    </w:rPr>
  </w:style>
  <w:style w:type="paragraph" w:customStyle="1" w:styleId="Default">
    <w:name w:val="Default"/>
    <w:rsid w:val="00C1708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C170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isu\Local%20Settings\Temporary%20Internet%20Files\Content.IE5\YBX3LJHU\peakontori%252520kontaktandmetega%252520plank%5b1%5d%5b1%5d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peakontori%2520kontaktandmetega%2520plank[1][1]</Template>
  <TotalTime>2</TotalTime>
  <Pages>1</Pages>
  <Words>98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DF, Identity Matters and Visual Affairs</dc:creator>
  <dc:description>Ver 4.0, 05.2013</dc:description>
  <cp:lastModifiedBy>Mari-Liis Kitter</cp:lastModifiedBy>
  <cp:revision>3</cp:revision>
  <cp:lastPrinted>2013-10-22T11:07:00Z</cp:lastPrinted>
  <dcterms:created xsi:type="dcterms:W3CDTF">2016-08-11T06:53:00Z</dcterms:created>
  <dcterms:modified xsi:type="dcterms:W3CDTF">2016-08-11T09:27:00Z</dcterms:modified>
</cp:coreProperties>
</file>